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2E" w:rsidRPr="00F91754" w:rsidRDefault="000736FC" w:rsidP="00C2718E">
      <w:pPr>
        <w:tabs>
          <w:tab w:val="left" w:pos="851"/>
        </w:tabs>
        <w:spacing w:before="240" w:after="24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L3_</w:t>
      </w:r>
      <w:r w:rsidR="00AA4778">
        <w:rPr>
          <w:rFonts w:cs="Arial"/>
          <w:b/>
          <w:sz w:val="32"/>
          <w:szCs w:val="32"/>
        </w:rPr>
        <w:t>2.1</w:t>
      </w:r>
      <w:r w:rsidR="00CF6621" w:rsidRPr="00F91754">
        <w:rPr>
          <w:rFonts w:cs="Arial"/>
          <w:b/>
          <w:sz w:val="32"/>
          <w:szCs w:val="32"/>
        </w:rPr>
        <w:tab/>
      </w:r>
      <w:r>
        <w:rPr>
          <w:rFonts w:cs="Arial"/>
          <w:b/>
          <w:sz w:val="32"/>
          <w:szCs w:val="32"/>
        </w:rPr>
        <w:t>Aufgabe</w:t>
      </w:r>
      <w:r w:rsidR="00AA4778">
        <w:rPr>
          <w:rFonts w:cs="Arial"/>
          <w:b/>
          <w:sz w:val="32"/>
          <w:szCs w:val="32"/>
        </w:rPr>
        <w:t xml:space="preserve"> Flugtickets – Teil 1</w:t>
      </w:r>
    </w:p>
    <w:p w:rsidR="00AA4778" w:rsidRDefault="00C2718E" w:rsidP="006F5A70">
      <w:pPr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Die Fluggesellschaft FlyTrans verkauft ihre Tickets ausschließlich über das Internet. Gekaufte Tickets werden von der zentralen Reservierungsabteilung an die Kunden per Kurierdienst versandt. Der Praktikant Franz </w:t>
      </w:r>
      <w:r w:rsidR="00BE16BF">
        <w:rPr>
          <w:rFonts w:ascii="Arial" w:hAnsi="Arial" w:cs="Arial"/>
          <w:szCs w:val="24"/>
        </w:rPr>
        <w:t>Ungenau</w:t>
      </w:r>
      <w:r>
        <w:rPr>
          <w:rFonts w:ascii="Arial" w:hAnsi="Arial" w:cs="Arial"/>
          <w:szCs w:val="24"/>
        </w:rPr>
        <w:t xml:space="preserve"> hat einen entsprechenden Prozess modelliert, der allerdings nicht die Zustimmung seines Betreuers gefunden hat.</w:t>
      </w:r>
    </w:p>
    <w:p w:rsidR="00992A6A" w:rsidRPr="005B3699" w:rsidRDefault="00992A6A" w:rsidP="006F5A70">
      <w:pPr>
        <w:rPr>
          <w:rFonts w:ascii="Arial" w:hAnsi="Arial" w:cs="Arial"/>
          <w:szCs w:val="24"/>
        </w:rPr>
      </w:pPr>
    </w:p>
    <w:p w:rsidR="005941DB" w:rsidRPr="00D642D4" w:rsidRDefault="004E4FD6" w:rsidP="006F5A70">
      <w:pPr>
        <w:rPr>
          <w:rFonts w:ascii="Arial" w:hAnsi="Arial" w:cs="Arial"/>
          <w:b/>
          <w:szCs w:val="24"/>
        </w:rPr>
      </w:pPr>
      <w:r w:rsidRPr="00D642D4">
        <w:rPr>
          <w:rFonts w:ascii="Arial" w:hAnsi="Arial" w:cs="Arial"/>
          <w:b/>
          <w:szCs w:val="24"/>
        </w:rPr>
        <w:t>Arbeitsaufträ</w:t>
      </w:r>
      <w:r w:rsidR="005941DB" w:rsidRPr="00D642D4">
        <w:rPr>
          <w:rFonts w:ascii="Arial" w:hAnsi="Arial" w:cs="Arial"/>
          <w:b/>
          <w:szCs w:val="24"/>
        </w:rPr>
        <w:t>g</w:t>
      </w:r>
      <w:r w:rsidRPr="00D642D4">
        <w:rPr>
          <w:rFonts w:ascii="Arial" w:hAnsi="Arial" w:cs="Arial"/>
          <w:b/>
          <w:szCs w:val="24"/>
        </w:rPr>
        <w:t>e</w:t>
      </w:r>
    </w:p>
    <w:p w:rsidR="004E4FD6" w:rsidRDefault="00C2718E" w:rsidP="006F5A70">
      <w:pPr>
        <w:pStyle w:val="Listenabsatz"/>
        <w:spacing w:after="160"/>
        <w:ind w:left="851" w:hanging="851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2.1.1</w:t>
      </w:r>
      <w:r w:rsidR="00C24E94"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 xml:space="preserve">Beurteilen Sie den von Franz </w:t>
      </w:r>
      <w:r w:rsidR="00BE16BF">
        <w:rPr>
          <w:rFonts w:ascii="Arial" w:hAnsi="Arial" w:cs="Arial"/>
          <w:szCs w:val="24"/>
        </w:rPr>
        <w:t>Ungenau</w:t>
      </w:r>
      <w:bookmarkStart w:id="0" w:name="_GoBack"/>
      <w:bookmarkEnd w:id="0"/>
      <w:r>
        <w:rPr>
          <w:rFonts w:ascii="Arial" w:hAnsi="Arial" w:cs="Arial"/>
          <w:szCs w:val="24"/>
        </w:rPr>
        <w:t xml:space="preserve"> erstellen Prozess hinsichtlich formaler und inhaltlicher Aspekte (siehe Anlage zu Aufgabe L3_2 Flugtickets.docx).</w:t>
      </w:r>
    </w:p>
    <w:p w:rsidR="006F5A70" w:rsidRPr="005B3699" w:rsidRDefault="006F5A70" w:rsidP="006F5A70">
      <w:pPr>
        <w:pStyle w:val="Listenabsatz"/>
        <w:spacing w:after="160"/>
        <w:ind w:left="851" w:hanging="851"/>
        <w:contextualSpacing w:val="0"/>
        <w:rPr>
          <w:rFonts w:ascii="Arial" w:hAnsi="Arial" w:cs="Arial"/>
          <w:szCs w:val="24"/>
        </w:rPr>
      </w:pPr>
    </w:p>
    <w:p w:rsidR="004E4FD6" w:rsidRDefault="00C24E94" w:rsidP="006F5A70">
      <w:pPr>
        <w:pStyle w:val="Listenabsatz"/>
        <w:spacing w:after="160"/>
        <w:ind w:left="851" w:hanging="851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 w:rsidR="00C2718E">
        <w:rPr>
          <w:rFonts w:ascii="Arial" w:hAnsi="Arial" w:cs="Arial"/>
          <w:szCs w:val="24"/>
        </w:rPr>
        <w:t>.1.2</w:t>
      </w:r>
      <w:r>
        <w:rPr>
          <w:rFonts w:ascii="Arial" w:hAnsi="Arial" w:cs="Arial"/>
          <w:szCs w:val="24"/>
        </w:rPr>
        <w:tab/>
      </w:r>
      <w:r w:rsidR="00C2718E">
        <w:rPr>
          <w:rFonts w:ascii="Arial" w:hAnsi="Arial" w:cs="Arial"/>
          <w:szCs w:val="24"/>
        </w:rPr>
        <w:t xml:space="preserve">Modellieren Sie den beschriebenen Prozess unter Beachtung der Modellierungsregeln. Berücksichtigen Sie dabei auch die Optimierung des Ticketversands. </w:t>
      </w:r>
    </w:p>
    <w:p w:rsidR="006F5A70" w:rsidRDefault="006F5A70" w:rsidP="006F5A70">
      <w:pPr>
        <w:pStyle w:val="Listenabsatz"/>
        <w:spacing w:after="160"/>
        <w:ind w:left="851" w:hanging="851"/>
        <w:contextualSpacing w:val="0"/>
        <w:rPr>
          <w:rFonts w:ascii="Arial" w:hAnsi="Arial" w:cs="Arial"/>
          <w:szCs w:val="24"/>
        </w:rPr>
      </w:pPr>
    </w:p>
    <w:p w:rsidR="000C0AC1" w:rsidRPr="005B3699" w:rsidRDefault="000C0AC1" w:rsidP="006F5A70">
      <w:pPr>
        <w:pStyle w:val="Listenabsatz"/>
        <w:spacing w:after="160"/>
        <w:ind w:left="851" w:hanging="851"/>
        <w:contextualSpacing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2.1.3</w:t>
      </w:r>
      <w:r>
        <w:rPr>
          <w:rFonts w:ascii="Arial" w:hAnsi="Arial" w:cs="Arial"/>
          <w:szCs w:val="24"/>
        </w:rPr>
        <w:tab/>
      </w:r>
      <w:r w:rsidR="000A6BB0">
        <w:rPr>
          <w:rFonts w:ascii="Arial" w:hAnsi="Arial" w:cs="Arial"/>
          <w:szCs w:val="24"/>
        </w:rPr>
        <w:t>Die Geschäftsleitung der FlyTrans ist mit den Verkaufszahlen ihrer Flugtickets unzu</w:t>
      </w:r>
      <w:r w:rsidR="000A6BB0">
        <w:rPr>
          <w:rFonts w:ascii="Arial" w:hAnsi="Arial" w:cs="Arial"/>
          <w:szCs w:val="24"/>
        </w:rPr>
        <w:softHyphen/>
        <w:t xml:space="preserve">frieden. </w:t>
      </w:r>
      <w:r>
        <w:rPr>
          <w:rFonts w:ascii="Arial" w:hAnsi="Arial" w:cs="Arial"/>
          <w:szCs w:val="24"/>
        </w:rPr>
        <w:t xml:space="preserve">Diskutieren Sie, welche </w:t>
      </w:r>
      <w:r w:rsidR="00607110">
        <w:rPr>
          <w:rFonts w:ascii="Arial" w:hAnsi="Arial" w:cs="Arial"/>
          <w:szCs w:val="24"/>
        </w:rPr>
        <w:t>weiteren</w:t>
      </w:r>
      <w:r>
        <w:rPr>
          <w:rFonts w:ascii="Arial" w:hAnsi="Arial" w:cs="Arial"/>
          <w:szCs w:val="24"/>
        </w:rPr>
        <w:t xml:space="preserve"> Vertriebs</w:t>
      </w:r>
      <w:r w:rsidR="007B6DCB">
        <w:rPr>
          <w:rFonts w:ascii="Arial" w:hAnsi="Arial" w:cs="Arial"/>
          <w:szCs w:val="24"/>
        </w:rPr>
        <w:t>- und Versand</w:t>
      </w:r>
      <w:r>
        <w:rPr>
          <w:rFonts w:ascii="Arial" w:hAnsi="Arial" w:cs="Arial"/>
          <w:szCs w:val="24"/>
        </w:rPr>
        <w:t>wege</w:t>
      </w:r>
      <w:r w:rsidR="00607110">
        <w:rPr>
          <w:rFonts w:ascii="Arial" w:hAnsi="Arial" w:cs="Arial"/>
          <w:szCs w:val="24"/>
        </w:rPr>
        <w:t xml:space="preserve"> für </w:t>
      </w:r>
      <w:r>
        <w:rPr>
          <w:rFonts w:ascii="Arial" w:hAnsi="Arial" w:cs="Arial"/>
          <w:szCs w:val="24"/>
        </w:rPr>
        <w:t xml:space="preserve">die FlyTrans </w:t>
      </w:r>
      <w:r w:rsidR="00607110">
        <w:rPr>
          <w:rFonts w:ascii="Arial" w:hAnsi="Arial" w:cs="Arial"/>
          <w:szCs w:val="24"/>
        </w:rPr>
        <w:t>möglich wären.</w:t>
      </w:r>
    </w:p>
    <w:p w:rsidR="00276B27" w:rsidRPr="005B3699" w:rsidRDefault="00276B27" w:rsidP="006F5A70">
      <w:pPr>
        <w:rPr>
          <w:rFonts w:ascii="Arial" w:hAnsi="Arial" w:cs="Arial"/>
          <w:szCs w:val="24"/>
        </w:rPr>
      </w:pPr>
    </w:p>
    <w:p w:rsidR="009E60CD" w:rsidRPr="005B3699" w:rsidRDefault="009E60CD" w:rsidP="006F5A70">
      <w:pPr>
        <w:rPr>
          <w:rFonts w:ascii="Arial" w:hAnsi="Arial" w:cs="Arial"/>
          <w:szCs w:val="24"/>
        </w:rPr>
      </w:pPr>
    </w:p>
    <w:p w:rsidR="009E60CD" w:rsidRPr="005B3699" w:rsidRDefault="009E60CD" w:rsidP="006F5A70">
      <w:pPr>
        <w:rPr>
          <w:rFonts w:ascii="Arial" w:hAnsi="Arial" w:cs="Arial"/>
          <w:szCs w:val="24"/>
        </w:rPr>
      </w:pPr>
    </w:p>
    <w:sectPr w:rsidR="009E60CD" w:rsidRPr="005B369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03EA" w:rsidRDefault="001703EA" w:rsidP="00CF6621">
      <w:pPr>
        <w:spacing w:after="0" w:line="240" w:lineRule="auto"/>
      </w:pPr>
      <w:r>
        <w:separator/>
      </w:r>
    </w:p>
  </w:endnote>
  <w:endnote w:type="continuationSeparator" w:id="0">
    <w:p w:rsidR="001703EA" w:rsidRDefault="001703EA" w:rsidP="00CF66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21" w:rsidRDefault="001703EA" w:rsidP="00CF6621">
    <w:pPr>
      <w:pStyle w:val="Fuzeile"/>
      <w:pBdr>
        <w:top w:val="single" w:sz="4" w:space="1" w:color="auto"/>
      </w:pBdr>
    </w:pPr>
    <w:fldSimple w:instr=" FILENAME   \* MERGEFORMAT ">
      <w:r w:rsidR="00AA4778">
        <w:rPr>
          <w:noProof/>
        </w:rPr>
        <w:t>L3_2.1 Aufgabe Flugtickets Teil 1.docx</w:t>
      </w:r>
    </w:fldSimple>
    <w:r w:rsidR="00CF6621">
      <w:rPr>
        <w:noProof/>
      </w:rPr>
      <w:tab/>
    </w:r>
    <w:r w:rsidR="00CF6621">
      <w:rPr>
        <w:noProof/>
      </w:rPr>
      <w:tab/>
    </w:r>
    <w:r w:rsidR="00CF6621">
      <w:fldChar w:fldCharType="begin"/>
    </w:r>
    <w:r w:rsidR="00CF6621">
      <w:instrText xml:space="preserve"> PAGE   \* MERGEFORMAT </w:instrText>
    </w:r>
    <w:r w:rsidR="00CF6621">
      <w:fldChar w:fldCharType="separate"/>
    </w:r>
    <w:r w:rsidR="00BE16BF">
      <w:rPr>
        <w:noProof/>
      </w:rPr>
      <w:t>1</w:t>
    </w:r>
    <w:r w:rsidR="00CF6621">
      <w:rPr>
        <w:noProof/>
      </w:rPr>
      <w:fldChar w:fldCharType="end"/>
    </w:r>
    <w:r w:rsidR="00CF6621">
      <w:t xml:space="preserve"> / </w:t>
    </w:r>
    <w:fldSimple w:instr=" NUMPAGES   \* MERGEFORMAT ">
      <w:r w:rsidR="00BE16BF">
        <w:rPr>
          <w:noProof/>
        </w:rPr>
        <w:t>1</w:t>
      </w:r>
    </w:fldSimple>
  </w:p>
  <w:p w:rsidR="00CF6621" w:rsidRDefault="00CF66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03EA" w:rsidRDefault="001703EA" w:rsidP="00CF6621">
      <w:pPr>
        <w:spacing w:after="0" w:line="240" w:lineRule="auto"/>
      </w:pPr>
      <w:r>
        <w:separator/>
      </w:r>
    </w:p>
  </w:footnote>
  <w:footnote w:type="continuationSeparator" w:id="0">
    <w:p w:rsidR="001703EA" w:rsidRDefault="001703EA" w:rsidP="00CF66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621" w:rsidRPr="008F11F8" w:rsidRDefault="00CF6621" w:rsidP="00CF6621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CF6621" w:rsidRPr="00792A5F" w:rsidRDefault="00CF6621" w:rsidP="00CF6621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CF6621" w:rsidRPr="00CF6621" w:rsidRDefault="00CF6621" w:rsidP="00CF66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E00D3"/>
    <w:multiLevelType w:val="hybridMultilevel"/>
    <w:tmpl w:val="9940DA3A"/>
    <w:lvl w:ilvl="0" w:tplc="0407000F">
      <w:start w:val="1"/>
      <w:numFmt w:val="decimal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B60D48"/>
    <w:multiLevelType w:val="hybridMultilevel"/>
    <w:tmpl w:val="1B968D8E"/>
    <w:lvl w:ilvl="0" w:tplc="4D48138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9808C0"/>
    <w:multiLevelType w:val="hybridMultilevel"/>
    <w:tmpl w:val="C59EF55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0CD"/>
    <w:rsid w:val="00020D23"/>
    <w:rsid w:val="000736FC"/>
    <w:rsid w:val="000A6BB0"/>
    <w:rsid w:val="000C0AC1"/>
    <w:rsid w:val="001703EA"/>
    <w:rsid w:val="00184EAD"/>
    <w:rsid w:val="001E744B"/>
    <w:rsid w:val="002214E9"/>
    <w:rsid w:val="00224D58"/>
    <w:rsid w:val="00276B27"/>
    <w:rsid w:val="002B36B0"/>
    <w:rsid w:val="003E47EA"/>
    <w:rsid w:val="004042F5"/>
    <w:rsid w:val="00437958"/>
    <w:rsid w:val="004E4FD6"/>
    <w:rsid w:val="0058558F"/>
    <w:rsid w:val="005941DB"/>
    <w:rsid w:val="005A28A7"/>
    <w:rsid w:val="005B3699"/>
    <w:rsid w:val="005F5E2E"/>
    <w:rsid w:val="005F7CCD"/>
    <w:rsid w:val="00607110"/>
    <w:rsid w:val="00611337"/>
    <w:rsid w:val="00615040"/>
    <w:rsid w:val="0061697C"/>
    <w:rsid w:val="006F3281"/>
    <w:rsid w:val="006F5A70"/>
    <w:rsid w:val="007121FA"/>
    <w:rsid w:val="00712484"/>
    <w:rsid w:val="007B6DCB"/>
    <w:rsid w:val="007F6C7F"/>
    <w:rsid w:val="00815B74"/>
    <w:rsid w:val="00837E81"/>
    <w:rsid w:val="0089586C"/>
    <w:rsid w:val="009061DE"/>
    <w:rsid w:val="00974255"/>
    <w:rsid w:val="00992A6A"/>
    <w:rsid w:val="009E60CD"/>
    <w:rsid w:val="00A038C6"/>
    <w:rsid w:val="00A048BA"/>
    <w:rsid w:val="00A25844"/>
    <w:rsid w:val="00A97969"/>
    <w:rsid w:val="00AA4778"/>
    <w:rsid w:val="00B874F9"/>
    <w:rsid w:val="00BB6DEF"/>
    <w:rsid w:val="00BE16BF"/>
    <w:rsid w:val="00C030A4"/>
    <w:rsid w:val="00C24E94"/>
    <w:rsid w:val="00C2718E"/>
    <w:rsid w:val="00C772C7"/>
    <w:rsid w:val="00CF6621"/>
    <w:rsid w:val="00D642D4"/>
    <w:rsid w:val="00E12788"/>
    <w:rsid w:val="00E13E92"/>
    <w:rsid w:val="00EA107C"/>
    <w:rsid w:val="00F532B5"/>
    <w:rsid w:val="00F76EBF"/>
    <w:rsid w:val="00F91754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BA3BF"/>
  <w15:chartTrackingRefBased/>
  <w15:docId w15:val="{4FC8DBAE-B5AC-4FEB-B300-66368E77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5941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F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F6621"/>
  </w:style>
  <w:style w:type="paragraph" w:styleId="Fuzeile">
    <w:name w:val="footer"/>
    <w:basedOn w:val="Standard"/>
    <w:link w:val="FuzeileZchn"/>
    <w:uiPriority w:val="99"/>
    <w:unhideWhenUsed/>
    <w:rsid w:val="00CF66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F662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37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379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67585-C738-4512-8103-941BF9379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1306061A.dotm</Template>
  <TotalTime>0</TotalTime>
  <Pages>1</Pages>
  <Words>122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Musterschule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Gernot Hege</dc:creator>
  <cp:keywords/>
  <dc:description/>
  <cp:lastModifiedBy>RStreb</cp:lastModifiedBy>
  <cp:revision>23</cp:revision>
  <cp:lastPrinted>2018-06-21T10:00:00Z</cp:lastPrinted>
  <dcterms:created xsi:type="dcterms:W3CDTF">2018-06-21T10:42:00Z</dcterms:created>
  <dcterms:modified xsi:type="dcterms:W3CDTF">2018-09-04T09:02:00Z</dcterms:modified>
</cp:coreProperties>
</file>